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</w:t>
      </w:r>
      <w:proofErr w:type="spellStart"/>
      <w:r w:rsidR="002A22BF" w:rsidRPr="00731B2B">
        <w:rPr>
          <w:rFonts w:ascii="Corbel" w:hAnsi="Corbel"/>
          <w:bCs/>
          <w:i/>
        </w:rPr>
        <w:t>UR</w:t>
      </w:r>
      <w:proofErr w:type="spellEnd"/>
      <w:r w:rsidR="002A22BF" w:rsidRPr="00731B2B">
        <w:rPr>
          <w:rFonts w:ascii="Corbel" w:hAnsi="Corbel"/>
          <w:bCs/>
          <w:i/>
        </w:rPr>
        <w:t xml:space="preserve"> </w:t>
      </w:r>
      <w:r w:rsidRPr="00731B2B">
        <w:rPr>
          <w:rFonts w:ascii="Corbel" w:hAnsi="Corbel"/>
          <w:bCs/>
          <w:i/>
        </w:rPr>
        <w:t xml:space="preserve"> nr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5FA30F10" w:rsidR="0085747A" w:rsidRPr="00731B2B" w:rsidRDefault="0071620A" w:rsidP="003E26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202</w:t>
      </w:r>
      <w:r w:rsidR="00AE7087">
        <w:rPr>
          <w:rFonts w:ascii="Corbel" w:hAnsi="Corbel"/>
          <w:i/>
          <w:smallCaps/>
          <w:sz w:val="24"/>
          <w:szCs w:val="24"/>
        </w:rPr>
        <w:t>1</w:t>
      </w:r>
      <w:r w:rsidR="00DC6D0C" w:rsidRPr="00731B2B">
        <w:rPr>
          <w:rFonts w:ascii="Corbel" w:hAnsi="Corbel"/>
          <w:i/>
          <w:smallCaps/>
          <w:sz w:val="24"/>
          <w:szCs w:val="24"/>
        </w:rPr>
        <w:t>-202</w:t>
      </w:r>
      <w:r w:rsidR="00AE7087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668D8BB3" w:rsidR="00445970" w:rsidRPr="00731B2B" w:rsidRDefault="00445970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AE7087">
        <w:rPr>
          <w:rFonts w:ascii="Corbel" w:hAnsi="Corbel"/>
          <w:sz w:val="20"/>
          <w:szCs w:val="20"/>
        </w:rPr>
        <w:t>2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AE708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731B2B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9B24153" w:rsidR="0085747A" w:rsidRPr="00731B2B" w:rsidRDefault="00020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Pr="00731B2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31B2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31B2B">
        <w:rPr>
          <w:rFonts w:ascii="Corbel" w:hAnsi="Corbel"/>
          <w:sz w:val="24"/>
          <w:szCs w:val="24"/>
        </w:rPr>
        <w:t>ECTS</w:t>
      </w:r>
      <w:proofErr w:type="spellEnd"/>
      <w:r w:rsidRPr="00731B2B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CFB3BC" w:rsidR="00015B8F" w:rsidRPr="00731B2B" w:rsidRDefault="00020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731B2B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31B2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31B2B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3AF98E6" w:rsidR="0085747A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30632522" w:rsidR="00C61DC5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7FC350F" w:rsidR="00C61DC5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12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31B2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1A971B63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31B2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31B2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MŚP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C687C" w14:textId="77777777" w:rsidR="007D448C" w:rsidRDefault="007D448C" w:rsidP="00C16ABF">
      <w:pPr>
        <w:spacing w:after="0" w:line="240" w:lineRule="auto"/>
      </w:pPr>
      <w:r>
        <w:separator/>
      </w:r>
    </w:p>
  </w:endnote>
  <w:endnote w:type="continuationSeparator" w:id="0">
    <w:p w14:paraId="5FDA15EE" w14:textId="77777777" w:rsidR="007D448C" w:rsidRDefault="007D44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1D915" w14:textId="77777777" w:rsidR="007D448C" w:rsidRDefault="007D448C" w:rsidP="00C16ABF">
      <w:pPr>
        <w:spacing w:after="0" w:line="240" w:lineRule="auto"/>
      </w:pPr>
      <w:r>
        <w:separator/>
      </w:r>
    </w:p>
  </w:footnote>
  <w:footnote w:type="continuationSeparator" w:id="0">
    <w:p w14:paraId="0C060E7B" w14:textId="77777777" w:rsidR="007D448C" w:rsidRDefault="007D448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39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5105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3BC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48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087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BD421-99A1-4B06-921F-3E595C0D3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91F0E0-8EB5-4158-953C-531C40A3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1010</Words>
  <Characters>6066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2020-12-13T13:21:00Z</dcterms:created>
  <dcterms:modified xsi:type="dcterms:W3CDTF">2021-09-06T06:57:00Z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